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CC69" w14:textId="03F69D70" w:rsidR="00535962" w:rsidRPr="00F7167E" w:rsidRDefault="001F02B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3C44EF90">
                <wp:simplePos x="0" y="0"/>
                <wp:positionH relativeFrom="column">
                  <wp:posOffset>-323850</wp:posOffset>
                </wp:positionH>
                <wp:positionV relativeFrom="paragraph">
                  <wp:posOffset>-419100</wp:posOffset>
                </wp:positionV>
                <wp:extent cx="1055370" cy="8191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1281E2AA" w:rsidR="00BC61BD" w:rsidRPr="00BC61BD" w:rsidRDefault="001F02B5">
                                <w:pPr>
                                  <w:rPr>
                                    <w:lang w:val="en-US"/>
                                  </w:rPr>
                                </w:pPr>
                                <w:r w:rsidRPr="001F02B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BE14E6E" wp14:editId="6D1B9B24">
                                      <wp:extent cx="872490" cy="863477"/>
                                      <wp:effectExtent l="0" t="0" r="3810" b="0"/>
                                      <wp:docPr id="1037733345" name="Imagen 1037733345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037733345" name="Imagen 1037733345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490" cy="8634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DC9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5pt;margin-top:-33pt;width:83.1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3BC92952" w14:textId="1281E2AA" w:rsidR="00BC61BD" w:rsidRPr="00BC61BD" w:rsidRDefault="001F02B5">
                          <w:pPr>
                            <w:rPr>
                              <w:lang w:val="en-US"/>
                            </w:rPr>
                          </w:pPr>
                          <w:r w:rsidRPr="001F02B5">
                            <w:drawing>
                              <wp:inline distT="0" distB="0" distL="0" distR="0" wp14:anchorId="1BE14E6E" wp14:editId="6D1B9B24">
                                <wp:extent cx="872490" cy="863477"/>
                                <wp:effectExtent l="0" t="0" r="3810" b="0"/>
                                <wp:docPr id="1037733345" name="Imagen 1037733345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7733345" name="Imagen 1037733345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490" cy="8634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50B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1BD64CF5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7D6859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A268A0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6C19AB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D34BDA">
                                      <w:rPr>
                                        <w:rStyle w:val="Style2"/>
                                      </w:rPr>
                                      <w:t>70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7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1BD64CF5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7D6859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A268A0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6C19AB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D34BDA">
                                <w:rPr>
                                  <w:rStyle w:val="Style2"/>
                                </w:rPr>
                                <w:t>70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D34BD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5A0C2082" w14:textId="77777777" w:rsidR="002E1412" w:rsidRPr="002E1412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7C46FC93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3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D34BD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386CE8A5" w14:textId="77777777" w:rsidR="00F7443C" w:rsidRPr="004767CC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D34BDA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588A1809" w14:textId="77777777" w:rsidR="0026335F" w:rsidRPr="0026335F" w:rsidRDefault="004E2A1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972A7"/>
    <w:rsid w:val="001007E7"/>
    <w:rsid w:val="001020C0"/>
    <w:rsid w:val="00123B8D"/>
    <w:rsid w:val="0014583E"/>
    <w:rsid w:val="00157600"/>
    <w:rsid w:val="00170EC5"/>
    <w:rsid w:val="00194FF2"/>
    <w:rsid w:val="001F02B5"/>
    <w:rsid w:val="001F73A7"/>
    <w:rsid w:val="00200073"/>
    <w:rsid w:val="002230CB"/>
    <w:rsid w:val="00237271"/>
    <w:rsid w:val="00252411"/>
    <w:rsid w:val="00253DBA"/>
    <w:rsid w:val="0026335F"/>
    <w:rsid w:val="002712C9"/>
    <w:rsid w:val="002736C2"/>
    <w:rsid w:val="002860A4"/>
    <w:rsid w:val="00291EFB"/>
    <w:rsid w:val="002971F5"/>
    <w:rsid w:val="002C4A7E"/>
    <w:rsid w:val="002E1412"/>
    <w:rsid w:val="00314023"/>
    <w:rsid w:val="0031441A"/>
    <w:rsid w:val="00323357"/>
    <w:rsid w:val="00326566"/>
    <w:rsid w:val="00337AF7"/>
    <w:rsid w:val="0035024C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8508F"/>
    <w:rsid w:val="0049643D"/>
    <w:rsid w:val="004C4743"/>
    <w:rsid w:val="004E2A12"/>
    <w:rsid w:val="004E4F9F"/>
    <w:rsid w:val="00535962"/>
    <w:rsid w:val="005B442B"/>
    <w:rsid w:val="005C1FF0"/>
    <w:rsid w:val="005C744C"/>
    <w:rsid w:val="005D0D63"/>
    <w:rsid w:val="005D708A"/>
    <w:rsid w:val="005F0D5D"/>
    <w:rsid w:val="00611A07"/>
    <w:rsid w:val="0062592A"/>
    <w:rsid w:val="00633643"/>
    <w:rsid w:val="006506D0"/>
    <w:rsid w:val="00651E48"/>
    <w:rsid w:val="006709BC"/>
    <w:rsid w:val="006C19AB"/>
    <w:rsid w:val="00780880"/>
    <w:rsid w:val="007A155F"/>
    <w:rsid w:val="007B4164"/>
    <w:rsid w:val="007B6F6F"/>
    <w:rsid w:val="007D6859"/>
    <w:rsid w:val="00810515"/>
    <w:rsid w:val="0083342F"/>
    <w:rsid w:val="00841F19"/>
    <w:rsid w:val="00854B4F"/>
    <w:rsid w:val="008B3AE5"/>
    <w:rsid w:val="009002B4"/>
    <w:rsid w:val="00957FDA"/>
    <w:rsid w:val="00960503"/>
    <w:rsid w:val="009773D3"/>
    <w:rsid w:val="009A2AEC"/>
    <w:rsid w:val="009B0931"/>
    <w:rsid w:val="009E0472"/>
    <w:rsid w:val="009E6347"/>
    <w:rsid w:val="009E6887"/>
    <w:rsid w:val="00A16099"/>
    <w:rsid w:val="00A24343"/>
    <w:rsid w:val="00A251EC"/>
    <w:rsid w:val="00A268A0"/>
    <w:rsid w:val="00A3271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64ADA"/>
    <w:rsid w:val="00B70293"/>
    <w:rsid w:val="00B72E11"/>
    <w:rsid w:val="00B82170"/>
    <w:rsid w:val="00B9237C"/>
    <w:rsid w:val="00B97B51"/>
    <w:rsid w:val="00BC1D0C"/>
    <w:rsid w:val="00BC61BD"/>
    <w:rsid w:val="00BD1DC7"/>
    <w:rsid w:val="00BE2CF3"/>
    <w:rsid w:val="00BE4FB0"/>
    <w:rsid w:val="00BF1AD5"/>
    <w:rsid w:val="00C41BB4"/>
    <w:rsid w:val="00C45E4B"/>
    <w:rsid w:val="00C4645F"/>
    <w:rsid w:val="00C66D08"/>
    <w:rsid w:val="00C92848"/>
    <w:rsid w:val="00CA4661"/>
    <w:rsid w:val="00CE67A3"/>
    <w:rsid w:val="00D015CB"/>
    <w:rsid w:val="00D07C3A"/>
    <w:rsid w:val="00D24FA7"/>
    <w:rsid w:val="00D34BDA"/>
    <w:rsid w:val="00D51794"/>
    <w:rsid w:val="00D64696"/>
    <w:rsid w:val="00D90D49"/>
    <w:rsid w:val="00DC3CA6"/>
    <w:rsid w:val="00DC5D96"/>
    <w:rsid w:val="00DD4F3E"/>
    <w:rsid w:val="00E13E55"/>
    <w:rsid w:val="00E3360B"/>
    <w:rsid w:val="00E50BF6"/>
    <w:rsid w:val="00E71E93"/>
    <w:rsid w:val="00E77D7B"/>
    <w:rsid w:val="00E96D05"/>
    <w:rsid w:val="00EA7406"/>
    <w:rsid w:val="00EB128A"/>
    <w:rsid w:val="00ED1DF7"/>
    <w:rsid w:val="00F116C5"/>
    <w:rsid w:val="00F15273"/>
    <w:rsid w:val="00F225BF"/>
    <w:rsid w:val="00F22E90"/>
    <w:rsid w:val="00F23880"/>
    <w:rsid w:val="00F25B99"/>
    <w:rsid w:val="00F4086F"/>
    <w:rsid w:val="00F53753"/>
    <w:rsid w:val="00F7167E"/>
    <w:rsid w:val="00F7443C"/>
    <w:rsid w:val="00FA7701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2E0DE-EA46-4E40-BBD9-5A561C76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2025-11-24T12:33:00Z</dcterms:created>
  <dcterms:modified xsi:type="dcterms:W3CDTF">2025-11-24T13:05:00Z</dcterms:modified>
</cp:coreProperties>
</file>